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enclosed story could be used in several ways: at the upper elementary level,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possibly in a life science unit students would be asked to extract information from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the story provided, questions may include: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Which type of habitat can dolphins be found?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Which living animal is believed to be related to the dolphin?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Where can these animals be found, Which continents may they pass in their travels?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Which function does a blowhole serve, Why is it on the top of their head?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Why do dolphins have blubber?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What does anaerobic respiration refer to? Which substance is produced as a result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 anaerobic respiration?, etc.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 interdisciplinary approach utilizing science, geography and language could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also be used in presenting the information as vocabulary may need to be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defined, range of habitat understood and key anatomical, behavioral an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physiological adaptations explained further. Within the story a link has been included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 a lab which can be conducted to assist students in understanding the processes which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are occurring. 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Within the secondary level I would more likely utilize a systemic approach in presenting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Information as the nervous, circulatory and respiratory system all play a role in the physiological,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behavioral and anatomical changes that need to occur. Too often each system is presented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individually and students do not grasp the complex or even sometimes simple interactions which occur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amongst the systems. Comparisons of the systems and how they interact would be discussed first by discussing 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individual components of the process and once a thorough understanding was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identified the connections could be made. Mini – labs or experiments would be incorporated in order to enable them to comprehend anaerobic respiration, i.e. holding a set of books with arms locked for a period of time and watch what occurs. Students would then have to summarize what they saw and why they think it happened.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 addition real life similarities and differences between scuba diving and the dolphins would be delved into and a discussion of why these similarities and differences occur and what influence this has on both man and the dolphin?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Teaching Standards addressed by the story</w:t>
      </w:r>
    </w:p>
    <w:p w:rsidR="00EC308D" w:rsidRPr="00D15713" w:rsidRDefault="00EC308D" w:rsidP="00D15713">
      <w:pPr>
        <w:spacing w:after="0" w:line="240" w:lineRule="auto"/>
        <w:jc w:val="both"/>
        <w:rPr>
          <w:sz w:val="20"/>
          <w:szCs w:val="20"/>
        </w:rPr>
      </w:pPr>
      <w:r w:rsidRPr="00D15713">
        <w:rPr>
          <w:sz w:val="20"/>
          <w:szCs w:val="20"/>
        </w:rPr>
        <w:t>Demonstrates an understanding of evolution, diversity and adaptation of organisms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Demonstrates an understanding of the behavior of the organism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Explain a variety of observations and phenomena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Uses evidence from reliable sources to develop descriptions, explanations, and models and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makes appropriate adjustments and improvements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Proposes, recognizes, analyzes, considers and critiques alternative explanations; and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distinguishes between fact and opinion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Critiques published materials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Explains a scientific concept or procedure to other students</w:t>
      </w: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Default="00EC308D" w:rsidP="00F113A4">
      <w:pPr>
        <w:spacing w:after="0" w:line="240" w:lineRule="auto"/>
        <w:jc w:val="both"/>
        <w:rPr>
          <w:sz w:val="20"/>
          <w:szCs w:val="20"/>
        </w:rPr>
      </w:pPr>
    </w:p>
    <w:p w:rsidR="00EC308D" w:rsidRPr="00B43068" w:rsidRDefault="00EC308D" w:rsidP="00F113A4">
      <w:pPr>
        <w:spacing w:after="0" w:line="240" w:lineRule="auto"/>
        <w:jc w:val="both"/>
        <w:rPr>
          <w:sz w:val="20"/>
          <w:szCs w:val="20"/>
        </w:rPr>
      </w:pPr>
      <w:r w:rsidRPr="00B43068">
        <w:rPr>
          <w:sz w:val="20"/>
          <w:szCs w:val="20"/>
        </w:rPr>
        <w:t>Come follow the life of a dolphin, it’s so exciting and grand</w:t>
      </w:r>
    </w:p>
    <w:p w:rsidR="00EC308D" w:rsidRPr="00B43068" w:rsidRDefault="00EC308D" w:rsidP="00D70FE9">
      <w:pPr>
        <w:spacing w:after="0" w:line="240" w:lineRule="auto"/>
        <w:rPr>
          <w:sz w:val="20"/>
          <w:szCs w:val="20"/>
        </w:rPr>
      </w:pPr>
      <w:r w:rsidRPr="00B43068">
        <w:rPr>
          <w:sz w:val="20"/>
          <w:szCs w:val="20"/>
        </w:rPr>
        <w:t>They swim and live in the sea now</w:t>
      </w:r>
      <w:r>
        <w:rPr>
          <w:sz w:val="20"/>
          <w:szCs w:val="20"/>
        </w:rPr>
        <w:t>,</w:t>
      </w:r>
      <w:r w:rsidRPr="00B43068">
        <w:rPr>
          <w:sz w:val="20"/>
          <w:szCs w:val="20"/>
        </w:rPr>
        <w:t xml:space="preserve"> but once came from and lived on the land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The ocean was larger and deeper, much larger than land with just ground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And many new sources of food were plentiful and could always be found.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Their closest relative is possibly the hippopotamus; is what people say...</w:t>
      </w:r>
    </w:p>
    <w:p w:rsidR="00EC308D" w:rsidRPr="000C576E" w:rsidRDefault="00EC308D" w:rsidP="000C576E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It’s quite unbelievable, isn’t it, that anyone would ever think that way. </w:t>
      </w:r>
    </w:p>
    <w:p w:rsidR="00EC308D" w:rsidRDefault="00EC308D" w:rsidP="000C576E">
      <w:pPr>
        <w:spacing w:after="0" w:line="200" w:lineRule="atLeast"/>
        <w:rPr>
          <w:sz w:val="20"/>
          <w:szCs w:val="20"/>
        </w:rPr>
      </w:pPr>
      <w:hyperlink r:id="rId5" w:history="1">
        <w:r w:rsidRPr="00A63767">
          <w:rPr>
            <w:rFonts w:ascii="Arial" w:hAnsi="Arial" w:cs="Arial"/>
            <w:noProof/>
            <w:color w:val="000099"/>
            <w:sz w:val="12"/>
            <w:szCs w:val="12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6" o:spid="_x0000_i1025" type="#_x0000_t75" alt="http://www.sciencedaily.com/images/2009/03/090318153803.jpg" href="http://www.sciencedaily.com/images/2009/03/090318153803-large.j" style="width:200.25pt;height:138.75pt;visibility:visible" o:button="t">
              <v:fill o:detectmouseclick="t"/>
              <v:imagedata r:id="rId6" o:title=""/>
            </v:shape>
          </w:pict>
        </w:r>
      </w:hyperlink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With two small rod shaped pelvic bones, scientists seem to feel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They could have walked on land back then but ocean life had more appeal.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Cetacea is the order of dolphins, porpoises and also whales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These large aquatic mammals with flippers, all have flattened tails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noProof/>
        </w:rPr>
        <w:pict>
          <v:shape id="Picture 2" o:spid="_x0000_s1026" type="#_x0000_t75" alt="flukes" style="position:absolute;margin-left:-2.35pt;margin-top:7.7pt;width:210pt;height:122.05pt;z-index:251658240;visibility:visible;mso-wrap-distance-left:0;mso-wrap-distance-right:0;mso-position-vertical-relative:line" o:allowoverlap="f">
            <v:imagedata r:id="rId7" o:title=""/>
            <w10:wrap type="square"/>
          </v:shape>
        </w:pic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br/>
      </w:r>
      <w:r>
        <w:rPr>
          <w:sz w:val="20"/>
          <w:szCs w:val="20"/>
        </w:rPr>
        <w:t>They breathe through nostrils on top of their head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Also called blowholes as you’ve probably read</w:t>
      </w:r>
    </w:p>
    <w:p w:rsidR="00EC308D" w:rsidRPr="00404B29" w:rsidRDefault="00EC308D" w:rsidP="00404B29">
      <w:pPr>
        <w:spacing w:after="0" w:line="240" w:lineRule="auto"/>
        <w:jc w:val="center"/>
        <w:rPr>
          <w:rFonts w:ascii="Verdana" w:hAnsi="Verdana" w:cs="Verdana"/>
          <w:color w:val="0066CC"/>
          <w:sz w:val="11"/>
          <w:szCs w:val="11"/>
        </w:rPr>
      </w:pPr>
    </w:p>
    <w:p w:rsidR="00EC308D" w:rsidRPr="00404B29" w:rsidRDefault="00EC308D" w:rsidP="00404B29">
      <w:pPr>
        <w:spacing w:after="0" w:line="240" w:lineRule="auto"/>
        <w:rPr>
          <w:rFonts w:ascii="Verdana" w:hAnsi="Verdana" w:cs="Verdana"/>
          <w:color w:val="0066CC"/>
          <w:sz w:val="11"/>
          <w:szCs w:val="11"/>
        </w:rPr>
      </w:pPr>
      <w:r w:rsidRPr="00A63767">
        <w:rPr>
          <w:rFonts w:ascii="Verdana" w:hAnsi="Verdana" w:cs="Verdana"/>
          <w:noProof/>
          <w:color w:val="0066CC"/>
          <w:sz w:val="11"/>
          <w:szCs w:val="11"/>
        </w:rPr>
        <w:pict>
          <v:shape id="Picture 3" o:spid="_x0000_i1026" type="#_x0000_t75" alt="The visible blow of a dolphin is formed by both the seawater that has collected around the blowhole and the water vapor condensing in the respiratory gases as they expand in the cooler air." style="width:195pt;height:136.5pt;visibility:visible">
            <v:imagedata r:id="rId8" o:title=""/>
          </v:shape>
        </w:pic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The dolphins are toothed whales – odontoceti is the division they belong                                                                      Their body is sleek, streamlined and fusiform; which is torpedo shape and strong</w:t>
      </w:r>
    </w:p>
    <w:tbl>
      <w:tblPr>
        <w:tblW w:w="0" w:type="auto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40"/>
      </w:tblGrid>
      <w:tr w:rsidR="00EC308D" w:rsidRPr="00A63767">
        <w:trPr>
          <w:tblCellSpacing w:w="15" w:type="dxa"/>
          <w:jc w:val="center"/>
        </w:trPr>
        <w:tc>
          <w:tcPr>
            <w:tcW w:w="6780" w:type="dxa"/>
            <w:vAlign w:val="center"/>
          </w:tcPr>
          <w:p w:rsidR="00EC308D" w:rsidRPr="00404B29" w:rsidRDefault="00EC308D" w:rsidP="00404B29">
            <w:pPr>
              <w:spacing w:after="0" w:line="240" w:lineRule="auto"/>
              <w:rPr>
                <w:rFonts w:ascii="Verdana" w:hAnsi="Verdana" w:cs="Verdana"/>
                <w:color w:val="CC6600"/>
                <w:sz w:val="10"/>
                <w:szCs w:val="10"/>
              </w:rPr>
            </w:pPr>
          </w:p>
        </w:tc>
      </w:tr>
      <w:tr w:rsidR="00EC308D" w:rsidRPr="00A63767">
        <w:trPr>
          <w:tblCellSpacing w:w="15" w:type="dxa"/>
          <w:jc w:val="center"/>
        </w:trPr>
        <w:tc>
          <w:tcPr>
            <w:tcW w:w="6780" w:type="dxa"/>
          </w:tcPr>
          <w:p w:rsidR="00EC308D" w:rsidRPr="00404B29" w:rsidRDefault="00EC308D" w:rsidP="00404B29">
            <w:pPr>
              <w:spacing w:after="0" w:line="240" w:lineRule="auto"/>
              <w:rPr>
                <w:rFonts w:ascii="Verdana" w:hAnsi="Verdana" w:cs="Verdana"/>
                <w:color w:val="0066CC"/>
                <w:sz w:val="11"/>
                <w:szCs w:val="11"/>
              </w:rPr>
            </w:pPr>
            <w:r w:rsidRPr="00A63767">
              <w:rPr>
                <w:noProof/>
              </w:rPr>
              <w:pict>
                <v:shape id="Picture 42" o:spid="_x0000_i1027" type="#_x0000_t75" alt="http://www.bioteams.com/images/dolphin_pods_440.jpg" style="width:232.5pt;height:158.25pt;visibility:visible">
                  <v:imagedata r:id="rId9" o:title=""/>
                </v:shape>
              </w:pict>
            </w:r>
          </w:p>
        </w:tc>
      </w:tr>
      <w:tr w:rsidR="00EC308D" w:rsidRPr="00A63767">
        <w:trPr>
          <w:tblCellSpacing w:w="15" w:type="dxa"/>
          <w:jc w:val="center"/>
        </w:trPr>
        <w:tc>
          <w:tcPr>
            <w:tcW w:w="6780" w:type="dxa"/>
          </w:tcPr>
          <w:p w:rsidR="00EC308D" w:rsidRDefault="00EC308D" w:rsidP="00404B29">
            <w:pPr>
              <w:spacing w:after="0" w:line="240" w:lineRule="auto"/>
              <w:rPr>
                <w:rFonts w:ascii="Verdana" w:hAnsi="Verdana" w:cs="Verdana"/>
                <w:noProof/>
                <w:color w:val="0066CC"/>
                <w:sz w:val="11"/>
                <w:szCs w:val="11"/>
              </w:rPr>
            </w:pPr>
          </w:p>
        </w:tc>
      </w:tr>
    </w:tbl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Its skin is smooth and rubbery; all this helps it to swim fast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His blubber helps store energy, and reduces heat loss so it lasts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It is important for thermoregulation and helps keep his body’s streamlined shape                                                        This makes him a more efficient swimmer and does not allow heat to escape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Coastal waters to the open ocean is where they can be found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They live in temperate and tropical waters all the world around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From southern California to Chile and Australia to northern Japan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Covers much of the waters in the Pacific which is a very large part of their span 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To think about the length of their travels is indeed an incredible notion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Since it also includes Novia Scotia to Patagonia and Norway to the tip of South Africa</w: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 xml:space="preserve">- the whole Atlantic Ocean </w:t>
      </w:r>
    </w:p>
    <w:p w:rsidR="00EC308D" w:rsidRPr="00487D28" w:rsidRDefault="00EC308D" w:rsidP="00487D28">
      <w:pPr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487D28">
        <w:rPr>
          <w:rFonts w:ascii="Arial" w:hAnsi="Arial" w:cs="Arial"/>
          <w:color w:val="333333"/>
          <w:sz w:val="24"/>
          <w:szCs w:val="24"/>
        </w:rPr>
        <w:t>Range Map</w:t>
      </w:r>
      <w:r w:rsidRPr="00A63767">
        <w:rPr>
          <w:rFonts w:ascii="Arial" w:hAnsi="Arial" w:cs="Arial"/>
          <w:noProof/>
          <w:vanish/>
          <w:color w:val="333333"/>
          <w:sz w:val="24"/>
          <w:szCs w:val="24"/>
        </w:rPr>
        <w:pict>
          <v:shape id="Picture 9" o:spid="_x0000_i1028" type="#_x0000_t75" alt="loading" style="width:23.25pt;height:23.25pt;visibility:visible">
            <v:imagedata r:id="rId10" o:title=""/>
            <o:lock v:ext="edit" cropping="t"/>
          </v:shape>
        </w:pict>
      </w:r>
      <w:r w:rsidRPr="00487D28">
        <w:rPr>
          <w:rFonts w:ascii="Arial" w:hAnsi="Arial" w:cs="Arial"/>
          <w:vanish/>
          <w:color w:val="333333"/>
          <w:sz w:val="24"/>
          <w:szCs w:val="24"/>
        </w:rPr>
        <w:t xml:space="preserve">Loading or </w:t>
      </w:r>
      <w:hyperlink r:id="rId11" w:history="1">
        <w:r w:rsidRPr="00487D28">
          <w:rPr>
            <w:rFonts w:ascii="Arial" w:hAnsi="Arial" w:cs="Arial"/>
            <w:vanish/>
            <w:color w:val="B85A18"/>
            <w:sz w:val="24"/>
            <w:szCs w:val="24"/>
            <w:u w:val="single"/>
          </w:rPr>
          <w:t>Cancel</w:t>
        </w:r>
      </w:hyperlink>
    </w:p>
    <w:p w:rsidR="00EC308D" w:rsidRPr="00487D28" w:rsidRDefault="00EC308D" w:rsidP="00487D28">
      <w:pPr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A63767">
        <w:rPr>
          <w:rFonts w:ascii="Arial" w:hAnsi="Arial" w:cs="Arial"/>
          <w:noProof/>
          <w:color w:val="333333"/>
          <w:sz w:val="24"/>
          <w:szCs w:val="24"/>
        </w:rPr>
        <w:pict>
          <v:shape id="lightwindow_image_0" o:spid="_x0000_i1029" type="#_x0000_t75" alt="http://www.defenders.org/images/factsheets/range/Dolphin_550x365.jpg" style="width:317.25pt;height:183.75pt;visibility:visible">
            <v:imagedata r:id="rId12" o:title=""/>
          </v:shape>
        </w:pict>
      </w: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736628">
      <w:pPr>
        <w:spacing w:after="0" w:line="200" w:lineRule="atLeast"/>
        <w:rPr>
          <w:sz w:val="20"/>
          <w:szCs w:val="20"/>
        </w:rPr>
      </w:pP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In order to dive under water you see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 dolphin needs oxygen just like you and me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 dolphin exhales to empty air from their lungs, when they dive their lungs must be clear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 water spouts out from the top of their head, from their blowhole so please don’t stand near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When the diving begins the dolphin’s heart rate naturally starts to slow down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Shunting blood containing nutrients and oxygen to the brain instead of all around </w: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</w:p>
    <w:p w:rsidR="00EC308D" w:rsidRDefault="00EC308D" w:rsidP="000D2C4B">
      <w:pPr>
        <w:spacing w:after="0" w:line="240" w:lineRule="auto"/>
        <w:rPr>
          <w:sz w:val="20"/>
          <w:szCs w:val="20"/>
        </w:rPr>
      </w:pPr>
      <w:r w:rsidRPr="00A2497B">
        <w:rPr>
          <w:noProof/>
        </w:rPr>
        <w:pict>
          <v:shape id="Picture 17" o:spid="_x0000_i1030" type="#_x0000_t75" alt="http://www.hsus.org/web-files/Dolphin/198x176_dolphindiving.jpg" style="width:192.75pt;height:147.75pt;visibility:visible">
            <v:imagedata r:id="rId13" o:title=""/>
          </v:shape>
        </w:pict>
      </w:r>
      <w:r>
        <w:rPr>
          <w:sz w:val="20"/>
          <w:szCs w:val="20"/>
        </w:rPr>
        <w:t xml:space="preserve"> </w:t>
      </w:r>
      <w:r w:rsidRPr="00A63767">
        <w:rPr>
          <w:noProof/>
          <w:sz w:val="20"/>
          <w:szCs w:val="20"/>
        </w:rPr>
        <w:pict>
          <v:shape id="Picture 5" o:spid="_x0000_i1031" type="#_x0000_t75" alt="The bottlenose dolphin's streamlined body, together with its flippers, flukes, and dorsal fin, adapt this mammal for life in an aquatic environment." style="width:202.5pt;height:151.5pt;visibility:visible">
            <v:imagedata r:id="rId14" o:title=""/>
          </v:shape>
        </w:pict>
      </w:r>
    </w:p>
    <w:p w:rsidR="00EC308D" w:rsidRDefault="00EC308D" w:rsidP="000D2C4B">
      <w:pPr>
        <w:spacing w:after="0" w:line="240" w:lineRule="auto"/>
        <w:rPr>
          <w:sz w:val="20"/>
          <w:szCs w:val="20"/>
        </w:rPr>
      </w:pPr>
    </w:p>
    <w:p w:rsidR="00EC308D" w:rsidRDefault="00EC308D" w:rsidP="0021142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With the size of his body cavity and his many secrets to unfold                                                                                                                He has a larger capacity circulatory system for special proteins which he holds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 dolphin’s blood has hemoglobin, which carry oxygen to their cells that are red                                                               An important lifeline as the oxygen needs to travel to its head  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Myoglobin stores oxygen for use by muscle tissues                                                                                                         Which give them strength to swim the sea without restricting issues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Their muscles need energy for diving, but then…                                                                                                                      getting energy from glucose without oxygen ….                                                                                                                                          is called anaerobic respiration, which is a name that is quite long                                                                                          And lactic acid builds up which makes you weak instead of strong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 w:rsidRPr="00A2497B">
        <w:rPr>
          <w:noProof/>
        </w:rPr>
        <w:pict>
          <v:shape id="Picture 14" o:spid="_x0000_i1032" type="#_x0000_t75" alt="http://rds.yahoo.com/_ylt=A0WTb_lgTn9LgyIAtAOjzbkF/SIG=1292u4851/EXP=1266720736/**http%3a/users.forthnet.gr/ath/taz21/nz_dolphins_46.jpg" style="width:276.75pt;height:168.75pt;visibility:visible">
            <v:imagedata r:id="rId15" o:title=""/>
          </v:shape>
        </w:pic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At the end of the dive blood vessels open and allow                                                                                                                Cells to take back lactic acid and start aerobic respiration now 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Dolphins do not get the bends when they dive                                                                                                                     They don’t breathe air under pressure to stay alive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They inhale at the surface collapsing their lungs as they dive                                                                                                     Forcing air into spaces which keeps them alive                                                </w:t>
      </w:r>
      <w:hyperlink r:id="rId16" w:history="1">
        <w:r w:rsidRPr="00D61764">
          <w:rPr>
            <w:rStyle w:val="Hyperlink"/>
            <w:sz w:val="20"/>
            <w:szCs w:val="20"/>
          </w:rPr>
          <w:t>http://www.dolphins.org/pdf/DolphinDiversLP.pdf</w:t>
        </w:r>
      </w:hyperlink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Air that is carried down below the surface is in cartilage lined spaces                                                                                                and air goes into areas where gases are not exchanged in these places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To sum it all up when there’s so much to say                                                                                                                                a dolphins life is complicated in so many ways                                                                                                                                 There are special adaptations that a dolphin needs to survive                                                                                                      That enables it to conserve oxygen and successfully learn to dive 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When they dive they reduce and slow down their heart rate                                                                                              and store oxygen in their blood for their brain it’s so great 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Anaerobic respiration is another great name                                                                                                                            for muscles working without oxygen, its one in the same</w: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 w:rsidRPr="00A2497B">
        <w:rPr>
          <w:noProof/>
        </w:rPr>
        <w:pict>
          <v:shape id="Picture 11" o:spid="_x0000_i1033" type="#_x0000_t75" alt="http://rds.yahoo.com/_ylt=A0WTb_lgTn9LgyIAnwOjzbkF/SIG=13dd2pe79/EXP=1266720736/**http%3a/1001photos.net/blog/wp-content/uploads/2008/07/ws_bottlenose_dolphins_1024x768.jpg" style="width:315pt;height:222pt;visibility:visible">
            <v:imagedata r:id="rId17" o:title=""/>
          </v:shape>
        </w:pict>
      </w: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</w:p>
    <w:p w:rsidR="00EC308D" w:rsidRDefault="00EC308D" w:rsidP="00811706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The dolphin is complex and amazing to watch, his beauty you really can’t hide                                                                                                                                                                       But he has a secret transition that also takes place, these changes occur from inside</w:t>
      </w:r>
    </w:p>
    <w:p w:rsidR="00EC308D" w:rsidRPr="00736628" w:rsidRDefault="00EC308D" w:rsidP="00811706">
      <w:pPr>
        <w:spacing w:after="120" w:line="240" w:lineRule="auto"/>
        <w:rPr>
          <w:sz w:val="20"/>
          <w:szCs w:val="20"/>
        </w:rPr>
      </w:pPr>
    </w:p>
    <w:sectPr w:rsidR="00EC308D" w:rsidRPr="00736628" w:rsidSect="00D87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63598"/>
    <w:multiLevelType w:val="hybridMultilevel"/>
    <w:tmpl w:val="67BA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F2921FF"/>
    <w:multiLevelType w:val="hybridMultilevel"/>
    <w:tmpl w:val="0F8E3322"/>
    <w:lvl w:ilvl="0" w:tplc="910881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628"/>
    <w:rsid w:val="000838B0"/>
    <w:rsid w:val="00086A57"/>
    <w:rsid w:val="000C576E"/>
    <w:rsid w:val="000C6D47"/>
    <w:rsid w:val="000D2C4B"/>
    <w:rsid w:val="000E7D9C"/>
    <w:rsid w:val="00123EA6"/>
    <w:rsid w:val="001269DF"/>
    <w:rsid w:val="00143F13"/>
    <w:rsid w:val="001A5255"/>
    <w:rsid w:val="001B6E11"/>
    <w:rsid w:val="001D41A9"/>
    <w:rsid w:val="001E1F38"/>
    <w:rsid w:val="001F0AEC"/>
    <w:rsid w:val="001F1504"/>
    <w:rsid w:val="00211426"/>
    <w:rsid w:val="00287F64"/>
    <w:rsid w:val="002F4843"/>
    <w:rsid w:val="00360F15"/>
    <w:rsid w:val="00362E89"/>
    <w:rsid w:val="00394F9B"/>
    <w:rsid w:val="003D5F69"/>
    <w:rsid w:val="00404B29"/>
    <w:rsid w:val="00487D28"/>
    <w:rsid w:val="004A23BE"/>
    <w:rsid w:val="004D746D"/>
    <w:rsid w:val="005A539C"/>
    <w:rsid w:val="005D72BF"/>
    <w:rsid w:val="005E3111"/>
    <w:rsid w:val="0062263E"/>
    <w:rsid w:val="00673FD1"/>
    <w:rsid w:val="006F7776"/>
    <w:rsid w:val="00736628"/>
    <w:rsid w:val="007464D7"/>
    <w:rsid w:val="0075188C"/>
    <w:rsid w:val="0078469A"/>
    <w:rsid w:val="007C4BC5"/>
    <w:rsid w:val="007D6CCD"/>
    <w:rsid w:val="00801934"/>
    <w:rsid w:val="00811706"/>
    <w:rsid w:val="008B4862"/>
    <w:rsid w:val="008C3DB9"/>
    <w:rsid w:val="0093209E"/>
    <w:rsid w:val="00A139F4"/>
    <w:rsid w:val="00A22624"/>
    <w:rsid w:val="00A22B08"/>
    <w:rsid w:val="00A2497B"/>
    <w:rsid w:val="00A63767"/>
    <w:rsid w:val="00A64550"/>
    <w:rsid w:val="00A65E9A"/>
    <w:rsid w:val="00A67BB9"/>
    <w:rsid w:val="00AC6D5E"/>
    <w:rsid w:val="00B43068"/>
    <w:rsid w:val="00BC41CE"/>
    <w:rsid w:val="00BF6E4C"/>
    <w:rsid w:val="00D15713"/>
    <w:rsid w:val="00D52B37"/>
    <w:rsid w:val="00D61764"/>
    <w:rsid w:val="00D70FE9"/>
    <w:rsid w:val="00D871E0"/>
    <w:rsid w:val="00DD1E9A"/>
    <w:rsid w:val="00E46A6C"/>
    <w:rsid w:val="00E911A8"/>
    <w:rsid w:val="00EA26B9"/>
    <w:rsid w:val="00EA481B"/>
    <w:rsid w:val="00EC308D"/>
    <w:rsid w:val="00F113A4"/>
    <w:rsid w:val="00F23DCF"/>
    <w:rsid w:val="00F44F79"/>
    <w:rsid w:val="00FB1F03"/>
    <w:rsid w:val="00FD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1E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487D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7D2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1F1504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F1504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0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4B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87D28"/>
    <w:rPr>
      <w:color w:val="B85A18"/>
      <w:u w:val="single"/>
    </w:rPr>
  </w:style>
  <w:style w:type="character" w:styleId="FollowedHyperlink">
    <w:name w:val="FollowedHyperlink"/>
    <w:basedOn w:val="DefaultParagraphFont"/>
    <w:uiPriority w:val="99"/>
    <w:semiHidden/>
    <w:rsid w:val="00BF6E4C"/>
    <w:rPr>
      <w:color w:val="800080"/>
      <w:u w:val="single"/>
    </w:rPr>
  </w:style>
  <w:style w:type="character" w:customStyle="1" w:styleId="purplebold1">
    <w:name w:val="purplebold1"/>
    <w:basedOn w:val="DefaultParagraphFont"/>
    <w:uiPriority w:val="99"/>
    <w:rsid w:val="00E911A8"/>
    <w:rPr>
      <w:b/>
      <w:bCs/>
      <w:color w:val="auto"/>
    </w:rPr>
  </w:style>
  <w:style w:type="paragraph" w:styleId="ListParagraph">
    <w:name w:val="List Paragraph"/>
    <w:basedOn w:val="Normal"/>
    <w:uiPriority w:val="99"/>
    <w:qFormat/>
    <w:rsid w:val="007C4BC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9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5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5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7672">
                      <w:marLeft w:val="0"/>
                      <w:marRight w:val="95"/>
                      <w:marTop w:val="4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97677">
                      <w:marLeft w:val="0"/>
                      <w:marRight w:val="57"/>
                      <w:marTop w:val="5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7673">
                  <w:marLeft w:val="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7666">
                      <w:marLeft w:val="1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97669">
                      <w:marLeft w:val="38"/>
                      <w:marRight w:val="0"/>
                      <w:marTop w:val="4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97679">
                      <w:marLeft w:val="0"/>
                      <w:marRight w:val="286"/>
                      <w:marTop w:val="4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97686">
                      <w:marLeft w:val="191"/>
                      <w:marRight w:val="0"/>
                      <w:marTop w:val="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7678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59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7691">
          <w:marLeft w:val="57"/>
          <w:marRight w:val="0"/>
          <w:marTop w:val="8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768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7671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97681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single" w:sz="4" w:space="1" w:color="999999"/>
                                <w:left w:val="single" w:sz="4" w:space="1" w:color="999999"/>
                                <w:bottom w:val="single" w:sz="4" w:space="1" w:color="999999"/>
                                <w:right w:val="single" w:sz="4" w:space="1" w:color="99999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://www.dolphins.org/pdf/DolphinDiversLP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%20myLightWindow.deactivate();" TargetMode="External"/><Relationship Id="rId5" Type="http://schemas.openxmlformats.org/officeDocument/2006/relationships/hyperlink" Target="http://www.sciencedaily.com/images/2009/03/090318153803-large.jpg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1357</Words>
  <Characters>7737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enclosed story could be used in several ways: at the upper elementary level, </dc:title>
  <dc:subject/>
  <dc:creator>Sussmrtme</dc:creator>
  <cp:keywords/>
  <dc:description/>
  <cp:lastModifiedBy>tFrankie</cp:lastModifiedBy>
  <cp:revision>2</cp:revision>
  <cp:lastPrinted>2010-02-22T15:52:00Z</cp:lastPrinted>
  <dcterms:created xsi:type="dcterms:W3CDTF">2010-02-22T15:52:00Z</dcterms:created>
  <dcterms:modified xsi:type="dcterms:W3CDTF">2010-02-22T15:52:00Z</dcterms:modified>
</cp:coreProperties>
</file>